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2A9" w:rsidRDefault="00844D2B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96817" cy="1432853"/>
            <wp:effectExtent l="0" t="0" r="8890" b="0"/>
            <wp:docPr id="6" name="Picture 6" descr="C:\Users\dgill\AppData\Local\Microsoft\Windows\Temporary Internet Files\Content.IE5\PRHNXY58\MP9003372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gill\AppData\Local\Microsoft\Windows\Temporary Internet Files\Content.IE5\PRHNXY58\MP900337245[1]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3" cy="143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MONTGOMER</w:t>
      </w:r>
      <w:r w:rsidR="00B14915">
        <w:rPr>
          <w:rFonts w:ascii="Times New Roman" w:hAnsi="Times New Roman" w:cs="Times New Roman"/>
          <w:sz w:val="40"/>
          <w:szCs w:val="40"/>
        </w:rPr>
        <w:t>Y</w:t>
      </w:r>
      <w:r w:rsidR="00943E6D">
        <w:rPr>
          <w:rFonts w:ascii="Times New Roman" w:hAnsi="Times New Roman" w:cs="Times New Roman"/>
          <w:sz w:val="40"/>
          <w:szCs w:val="40"/>
        </w:rPr>
        <w:t xml:space="preserve"> COUNTY SCHOOL NURSES’ </w:t>
      </w:r>
      <w:r>
        <w:rPr>
          <w:rFonts w:ascii="Times New Roman" w:hAnsi="Times New Roman" w:cs="Times New Roman"/>
          <w:sz w:val="40"/>
          <w:szCs w:val="40"/>
        </w:rPr>
        <w:t>ASSOCIATION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SCHOLARSHIP</w:t>
      </w:r>
    </w:p>
    <w:p w:rsidR="00B53F01" w:rsidRDefault="00B53F01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B53F01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HIGH SCHOOL SENIORS</w:t>
      </w:r>
    </w:p>
    <w:p w:rsidR="00215577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Accepted in</w:t>
      </w:r>
      <w:r w:rsidR="000D15AF">
        <w:rPr>
          <w:rFonts w:ascii="Times New Roman" w:hAnsi="Times New Roman" w:cs="Times New Roman"/>
          <w:sz w:val="40"/>
          <w:szCs w:val="40"/>
        </w:rPr>
        <w:t xml:space="preserve"> a</w:t>
      </w:r>
      <w:r>
        <w:rPr>
          <w:rFonts w:ascii="Times New Roman" w:hAnsi="Times New Roman" w:cs="Times New Roman"/>
          <w:sz w:val="40"/>
          <w:szCs w:val="40"/>
        </w:rPr>
        <w:t xml:space="preserve"> Bachelor of Science in Nursing Program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SEE YOUR GUIDANCE COUNSELOR FOR SCHOLARSHIP OPPORTUNITY AND APPLICATION</w:t>
      </w:r>
    </w:p>
    <w:p w:rsidR="00215577" w:rsidRPr="00215577" w:rsidRDefault="00304F25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DUE MARCH 1, 2017</w:t>
      </w:r>
    </w:p>
    <w:p w:rsidR="007834B7" w:rsidRPr="00844D2B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7834B7" w:rsidRPr="00844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2B"/>
    <w:rsid w:val="000126B4"/>
    <w:rsid w:val="000258E3"/>
    <w:rsid w:val="0004613C"/>
    <w:rsid w:val="0007192E"/>
    <w:rsid w:val="00071BE4"/>
    <w:rsid w:val="0009156D"/>
    <w:rsid w:val="000D15AF"/>
    <w:rsid w:val="000E1AA1"/>
    <w:rsid w:val="0014293C"/>
    <w:rsid w:val="001503D1"/>
    <w:rsid w:val="001563FE"/>
    <w:rsid w:val="00172169"/>
    <w:rsid w:val="00177EB3"/>
    <w:rsid w:val="001B32CE"/>
    <w:rsid w:val="001E258F"/>
    <w:rsid w:val="001E36F6"/>
    <w:rsid w:val="00215577"/>
    <w:rsid w:val="002A5055"/>
    <w:rsid w:val="002B6666"/>
    <w:rsid w:val="002C6DC6"/>
    <w:rsid w:val="002D18E1"/>
    <w:rsid w:val="002E2361"/>
    <w:rsid w:val="00304F25"/>
    <w:rsid w:val="00361042"/>
    <w:rsid w:val="00364EA9"/>
    <w:rsid w:val="00381358"/>
    <w:rsid w:val="003873DC"/>
    <w:rsid w:val="003B01B5"/>
    <w:rsid w:val="003E7BD5"/>
    <w:rsid w:val="00422BE9"/>
    <w:rsid w:val="00444F77"/>
    <w:rsid w:val="00451BC2"/>
    <w:rsid w:val="004842F8"/>
    <w:rsid w:val="004B02AD"/>
    <w:rsid w:val="005A43E7"/>
    <w:rsid w:val="005F2F97"/>
    <w:rsid w:val="0061710A"/>
    <w:rsid w:val="00625493"/>
    <w:rsid w:val="00660954"/>
    <w:rsid w:val="006D04CC"/>
    <w:rsid w:val="00744908"/>
    <w:rsid w:val="007834B7"/>
    <w:rsid w:val="007A388B"/>
    <w:rsid w:val="007C4FE6"/>
    <w:rsid w:val="0081258E"/>
    <w:rsid w:val="008351A8"/>
    <w:rsid w:val="00844D2B"/>
    <w:rsid w:val="00852F1C"/>
    <w:rsid w:val="00865AC1"/>
    <w:rsid w:val="00872A3C"/>
    <w:rsid w:val="00880E0B"/>
    <w:rsid w:val="008811A4"/>
    <w:rsid w:val="008A364F"/>
    <w:rsid w:val="008B2D5D"/>
    <w:rsid w:val="00940E7F"/>
    <w:rsid w:val="00943E6D"/>
    <w:rsid w:val="009751CF"/>
    <w:rsid w:val="00A60CDF"/>
    <w:rsid w:val="00A61009"/>
    <w:rsid w:val="00B05DC5"/>
    <w:rsid w:val="00B14915"/>
    <w:rsid w:val="00B53F01"/>
    <w:rsid w:val="00B662CA"/>
    <w:rsid w:val="00BB71A7"/>
    <w:rsid w:val="00BE5F17"/>
    <w:rsid w:val="00BE7483"/>
    <w:rsid w:val="00BF72D6"/>
    <w:rsid w:val="00C1614B"/>
    <w:rsid w:val="00C20E7F"/>
    <w:rsid w:val="00C25D44"/>
    <w:rsid w:val="00C6779D"/>
    <w:rsid w:val="00C7534F"/>
    <w:rsid w:val="00C8510B"/>
    <w:rsid w:val="00CB09D5"/>
    <w:rsid w:val="00CB5D46"/>
    <w:rsid w:val="00CC3891"/>
    <w:rsid w:val="00D83D2B"/>
    <w:rsid w:val="00DA75DD"/>
    <w:rsid w:val="00DB3D43"/>
    <w:rsid w:val="00DE36F9"/>
    <w:rsid w:val="00DE7023"/>
    <w:rsid w:val="00DF51F6"/>
    <w:rsid w:val="00E07290"/>
    <w:rsid w:val="00E12BB3"/>
    <w:rsid w:val="00E5340F"/>
    <w:rsid w:val="00E80D16"/>
    <w:rsid w:val="00EA25C4"/>
    <w:rsid w:val="00EB7421"/>
    <w:rsid w:val="00EC1D22"/>
    <w:rsid w:val="00F05696"/>
    <w:rsid w:val="00F203A3"/>
    <w:rsid w:val="00F30598"/>
    <w:rsid w:val="00FB7D5F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26A34E-B3A8-4C00-B7A1-C2140E1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D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C973EB99</Template>
  <TotalTime>0</TotalTime>
  <Pages>2</Pages>
  <Words>34</Words>
  <Characters>194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Gill, Donna</dc:creator>
  <cp:lastModifiedBy>Gill, Donna</cp:lastModifiedBy>
  <cp:revision>2</cp:revision>
  <cp:lastPrinted>2016-10-20T11:36:00Z</cp:lastPrinted>
  <dcterms:created xsi:type="dcterms:W3CDTF">2016-11-07T18:39:00Z</dcterms:created>
  <dcterms:modified xsi:type="dcterms:W3CDTF">2016-11-07T18:39:00Z</dcterms:modified>
</cp:coreProperties>
</file>